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0D99A277" w:rsidR="004D0EC6" w:rsidRPr="00DA4325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</w:rPr>
        <w:t xml:space="preserve">RESULTADOS DA ORDEM DO DIA DA </w:t>
      </w:r>
      <w:r w:rsidR="00F43202" w:rsidRPr="00DA4325">
        <w:rPr>
          <w:rFonts w:cs="Arial"/>
          <w:b/>
        </w:rPr>
        <w:t>3</w:t>
      </w:r>
      <w:r w:rsidR="00025CF9">
        <w:rPr>
          <w:rFonts w:cs="Arial"/>
          <w:b/>
        </w:rPr>
        <w:t>6</w:t>
      </w:r>
      <w:r w:rsidR="004D0EC6" w:rsidRPr="00DA4325">
        <w:rPr>
          <w:rFonts w:cs="Arial"/>
          <w:b/>
        </w:rPr>
        <w:t>ª SESSÃO ORDINÁRIA</w:t>
      </w:r>
      <w:r w:rsidR="004D0EC6" w:rsidRPr="00DA4325">
        <w:rPr>
          <w:rFonts w:cs="Arial"/>
          <w:b/>
          <w:bCs/>
        </w:rPr>
        <w:t xml:space="preserve"> DO ANO DE 202</w:t>
      </w:r>
      <w:r w:rsidR="008F6682" w:rsidRPr="00DA4325">
        <w:rPr>
          <w:rFonts w:cs="Arial"/>
          <w:b/>
          <w:bCs/>
        </w:rPr>
        <w:t>5</w:t>
      </w:r>
    </w:p>
    <w:p w14:paraId="0ACBB634" w14:textId="74B2568B" w:rsidR="00DF622C" w:rsidRPr="00DA4325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  <w:bCs/>
        </w:rPr>
        <w:t xml:space="preserve">REALIZADA EM </w:t>
      </w:r>
      <w:r w:rsidR="00025CF9">
        <w:rPr>
          <w:rFonts w:cs="Arial"/>
          <w:b/>
          <w:bCs/>
        </w:rPr>
        <w:t>12</w:t>
      </w:r>
      <w:r w:rsidR="004C301C" w:rsidRPr="00DA4325">
        <w:rPr>
          <w:rFonts w:cs="Arial"/>
          <w:b/>
        </w:rPr>
        <w:t>/</w:t>
      </w:r>
      <w:r w:rsidR="00167FCF" w:rsidRPr="00DA4325">
        <w:rPr>
          <w:rFonts w:cs="Arial"/>
          <w:b/>
        </w:rPr>
        <w:t>1</w:t>
      </w:r>
      <w:r w:rsidR="005119D8">
        <w:rPr>
          <w:rFonts w:cs="Arial"/>
          <w:b/>
        </w:rPr>
        <w:t>1</w:t>
      </w:r>
      <w:r w:rsidR="00035B24" w:rsidRPr="00DA4325">
        <w:rPr>
          <w:rFonts w:cs="Arial"/>
          <w:b/>
        </w:rPr>
        <w:t>/</w:t>
      </w:r>
      <w:r w:rsidR="004D0EC6" w:rsidRPr="00DA4325">
        <w:rPr>
          <w:rFonts w:cs="Arial"/>
          <w:b/>
        </w:rPr>
        <w:t>202</w:t>
      </w:r>
      <w:r w:rsidR="008F6682" w:rsidRPr="00DA4325">
        <w:rPr>
          <w:rFonts w:cs="Arial"/>
          <w:b/>
        </w:rPr>
        <w:t>5</w:t>
      </w:r>
      <w:r w:rsidR="004D0EC6" w:rsidRPr="00DA4325">
        <w:rPr>
          <w:rFonts w:cs="Arial"/>
          <w:b/>
          <w:bCs/>
        </w:rPr>
        <w:t xml:space="preserve"> (</w:t>
      </w:r>
      <w:r w:rsidR="00A2002F" w:rsidRPr="00DA4325">
        <w:rPr>
          <w:rFonts w:cs="Arial"/>
          <w:b/>
          <w:bCs/>
        </w:rPr>
        <w:t>qu</w:t>
      </w:r>
      <w:r w:rsidR="005119D8">
        <w:rPr>
          <w:rFonts w:cs="Arial"/>
          <w:b/>
          <w:bCs/>
        </w:rPr>
        <w:t>ar</w:t>
      </w:r>
      <w:r w:rsidR="00E24FC9" w:rsidRPr="00DA4325">
        <w:rPr>
          <w:rFonts w:cs="Arial"/>
          <w:b/>
          <w:bCs/>
        </w:rPr>
        <w:t>t</w:t>
      </w:r>
      <w:r w:rsidR="000E22AD" w:rsidRPr="00DA4325">
        <w:rPr>
          <w:rFonts w:cs="Arial"/>
          <w:b/>
          <w:bCs/>
        </w:rPr>
        <w:t>a</w:t>
      </w:r>
      <w:r w:rsidR="00B1094E" w:rsidRPr="00DA4325">
        <w:rPr>
          <w:rFonts w:cs="Arial"/>
          <w:b/>
          <w:bCs/>
        </w:rPr>
        <w:t>-feira</w:t>
      </w:r>
      <w:r w:rsidR="004D0EC6" w:rsidRPr="00DA4325">
        <w:rPr>
          <w:rFonts w:cs="Arial"/>
          <w:b/>
          <w:bCs/>
        </w:rPr>
        <w:t>)</w:t>
      </w:r>
    </w:p>
    <w:p w14:paraId="712B5CB6" w14:textId="77777777" w:rsidR="00981605" w:rsidRPr="00DA432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Pr="00DA4325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11582DCE" w14:textId="1D87593A" w:rsidR="00167FCF" w:rsidRPr="00DA4325" w:rsidRDefault="00167FCF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única do </w:t>
      </w:r>
      <w:r w:rsidR="00025CF9" w:rsidRPr="00025CF9">
        <w:rPr>
          <w:rFonts w:cs="Arial"/>
          <w:b/>
          <w:color w:val="000000"/>
          <w:u w:val="single"/>
        </w:rPr>
        <w:t>PLL nº 19/2025 - Projeto de Lei do Legislativo - com Substitutivo</w:t>
      </w:r>
    </w:p>
    <w:p w14:paraId="50F04490" w14:textId="77D37D0D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>Vereador Valmir do Parque Meia Lua</w:t>
      </w:r>
      <w:r w:rsidR="00F43202" w:rsidRPr="00DA4325">
        <w:rPr>
          <w:rFonts w:cs="Arial"/>
          <w:color w:val="000000"/>
        </w:rPr>
        <w:t>.</w:t>
      </w:r>
    </w:p>
    <w:p w14:paraId="2C8322D4" w14:textId="14F93498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>Institui e inclui no Calendário Oficial do Município de Jacareí o “Dia do Feirante”, a ser comemorado no dia 25 de agosto</w:t>
      </w:r>
      <w:r w:rsidR="00F43202" w:rsidRPr="00DA4325">
        <w:rPr>
          <w:rFonts w:cs="Arial"/>
          <w:color w:val="000000"/>
        </w:rPr>
        <w:t>.</w:t>
      </w:r>
    </w:p>
    <w:p w14:paraId="57169927" w14:textId="7AF830AA" w:rsidR="0095551D" w:rsidRPr="00DA4325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A52F03" w:rsidRPr="00DA4325">
        <w:rPr>
          <w:rFonts w:cs="Arial"/>
          <w:color w:val="000000"/>
        </w:rPr>
        <w:t xml:space="preserve"> </w:t>
      </w:r>
      <w:r w:rsidR="006133AE">
        <w:rPr>
          <w:rFonts w:cs="Arial"/>
          <w:color w:val="000000"/>
        </w:rPr>
        <w:t xml:space="preserve">Projeto </w:t>
      </w:r>
      <w:r w:rsidR="00F152F7">
        <w:rPr>
          <w:rFonts w:cs="Arial"/>
          <w:color w:val="000000"/>
        </w:rPr>
        <w:t>Substitutivo Aprovado</w:t>
      </w:r>
      <w:r w:rsidR="006133AE"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784288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7712A34" w14:textId="3341E74B" w:rsidR="0090253A" w:rsidRPr="00DA4325" w:rsidRDefault="00F43202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>D</w:t>
      </w:r>
      <w:r w:rsidR="00167FCF" w:rsidRPr="00DA4325">
        <w:rPr>
          <w:rFonts w:cs="Arial"/>
          <w:b/>
          <w:color w:val="000000"/>
          <w:u w:val="single"/>
        </w:rPr>
        <w:t>iscussão</w:t>
      </w:r>
      <w:r w:rsidRPr="00DA4325">
        <w:rPr>
          <w:rFonts w:cs="Arial"/>
          <w:b/>
          <w:color w:val="000000"/>
          <w:u w:val="single"/>
        </w:rPr>
        <w:t xml:space="preserve"> </w:t>
      </w:r>
      <w:r w:rsidR="00836AC3" w:rsidRPr="00F967F8">
        <w:rPr>
          <w:rFonts w:cs="Arial"/>
          <w:b/>
          <w:color w:val="000000"/>
          <w:u w:val="single"/>
        </w:rPr>
        <w:t xml:space="preserve">única do </w:t>
      </w:r>
      <w:r w:rsidR="00025CF9" w:rsidRPr="00025CF9">
        <w:rPr>
          <w:rFonts w:cs="Arial"/>
          <w:b/>
          <w:color w:val="000000"/>
          <w:u w:val="single"/>
        </w:rPr>
        <w:t>PLE nº 24/2025 - Projeto de Lei do Executivo - com Mensagem Modificativa</w:t>
      </w:r>
    </w:p>
    <w:p w14:paraId="3B6CE083" w14:textId="1156CDB1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>Prefeito Municipal Celso Florêncio de Souza</w:t>
      </w:r>
      <w:r w:rsidR="00F43202" w:rsidRPr="00DA4325">
        <w:rPr>
          <w:rFonts w:cs="Arial"/>
          <w:color w:val="000000"/>
        </w:rPr>
        <w:t>.</w:t>
      </w:r>
    </w:p>
    <w:p w14:paraId="5AEDD057" w14:textId="21E82AF2" w:rsidR="0090253A" w:rsidRPr="00DA4325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>Dispõe sobre a regularização, funcionamento e fiscalização de abrigos de cães e gatos mantidos por Organizações da Sociedade Civil (OSC) e Protetores Independentes no Município de Jacareí e dá outras providências</w:t>
      </w:r>
      <w:r w:rsidR="00F43202" w:rsidRPr="00DA4325">
        <w:rPr>
          <w:rFonts w:cs="Arial"/>
          <w:color w:val="000000"/>
        </w:rPr>
        <w:t>.</w:t>
      </w:r>
    </w:p>
    <w:p w14:paraId="56468785" w14:textId="6FDF6005" w:rsidR="00AC1AAB" w:rsidRPr="00DA4325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16238A" w:rsidRPr="00DA4325">
        <w:rPr>
          <w:rFonts w:cs="Arial"/>
          <w:color w:val="000000"/>
        </w:rPr>
        <w:t xml:space="preserve"> </w:t>
      </w:r>
      <w:r w:rsidR="00E20894">
        <w:rPr>
          <w:rFonts w:cs="Arial"/>
          <w:color w:val="000000"/>
        </w:rPr>
        <w:t>Projeto</w:t>
      </w:r>
      <w:r w:rsidR="00025CF9">
        <w:rPr>
          <w:rFonts w:cs="Arial"/>
          <w:color w:val="000000"/>
        </w:rPr>
        <w:t xml:space="preserve"> </w:t>
      </w:r>
      <w:r w:rsidR="00F152F7">
        <w:rPr>
          <w:rFonts w:cs="Arial"/>
          <w:color w:val="000000"/>
        </w:rPr>
        <w:t>Aprovado, com Mensagem Modificativa</w:t>
      </w:r>
      <w:r w:rsidR="00081A58">
        <w:rPr>
          <w:rFonts w:cs="Arial"/>
          <w:color w:val="000000"/>
        </w:rPr>
        <w:t xml:space="preserve"> nº 1</w:t>
      </w:r>
      <w:r w:rsidR="00E20894">
        <w:rPr>
          <w:rFonts w:cs="Arial"/>
          <w:color w:val="000000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797C8FE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2C9EA88" w14:textId="5A1FAF37" w:rsidR="006536C1" w:rsidRDefault="006536C1" w:rsidP="006536C1">
      <w:pPr>
        <w:numPr>
          <w:ilvl w:val="0"/>
          <w:numId w:val="22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Discussão única do PLE nº 3</w:t>
      </w:r>
      <w:r w:rsidR="00025CF9">
        <w:rPr>
          <w:rFonts w:cs="Arial"/>
          <w:b/>
          <w:color w:val="000000"/>
          <w:u w:val="single"/>
        </w:rPr>
        <w:t>8</w:t>
      </w:r>
      <w:r>
        <w:rPr>
          <w:rFonts w:cs="Arial"/>
          <w:b/>
          <w:color w:val="000000"/>
          <w:u w:val="single"/>
        </w:rPr>
        <w:t>/2025 - Projeto de Lei do Executivo</w:t>
      </w:r>
    </w:p>
    <w:p w14:paraId="073736CE" w14:textId="77777777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>: Prefeito Municipal Celso Florêncio de Souza.</w:t>
      </w:r>
    </w:p>
    <w:p w14:paraId="6C3E36AE" w14:textId="265F2186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>Cria o Fundo Social de Solidariedade do Município de Jacareí e dá outras providências</w:t>
      </w:r>
      <w:r>
        <w:rPr>
          <w:rFonts w:cs="Arial"/>
          <w:color w:val="000000"/>
        </w:rPr>
        <w:t>.</w:t>
      </w:r>
    </w:p>
    <w:p w14:paraId="5837DC6A" w14:textId="035CC763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F152F7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3C054BCC" w14:textId="77777777" w:rsidR="00662A98" w:rsidRDefault="00662A9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9C493BE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00DBDAD" w14:textId="649945F0" w:rsidR="006536C1" w:rsidRDefault="006536C1" w:rsidP="00025CF9">
      <w:pPr>
        <w:numPr>
          <w:ilvl w:val="0"/>
          <w:numId w:val="22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 xml:space="preserve">Discussão única do </w:t>
      </w:r>
      <w:r w:rsidR="00025CF9" w:rsidRPr="00025CF9">
        <w:rPr>
          <w:rFonts w:cs="Arial"/>
          <w:b/>
          <w:color w:val="000000"/>
          <w:u w:val="single"/>
        </w:rPr>
        <w:t>PLL nº 10/2025 - Projeto de Lei do Legislativo - com Substitutivo</w:t>
      </w:r>
    </w:p>
    <w:p w14:paraId="7A3261E6" w14:textId="27707E3D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>Vereador Hernani Barreto</w:t>
      </w:r>
      <w:r>
        <w:rPr>
          <w:rFonts w:cs="Arial"/>
          <w:color w:val="000000"/>
        </w:rPr>
        <w:t>.</w:t>
      </w:r>
    </w:p>
    <w:p w14:paraId="79E29C67" w14:textId="5B6A3090" w:rsidR="006536C1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>Institui e inclui no Calendário Oficial do Município de Jacareí o “Dia do Síndico”, a ser comemorado no dia 30 de novembro</w:t>
      </w:r>
      <w:r>
        <w:rPr>
          <w:rFonts w:cs="Arial"/>
          <w:color w:val="000000"/>
        </w:rPr>
        <w:t>.</w:t>
      </w:r>
    </w:p>
    <w:p w14:paraId="05971255" w14:textId="64EC544B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 w:rsidR="00F152F7">
        <w:rPr>
          <w:rFonts w:cs="Arial"/>
          <w:color w:val="000000"/>
        </w:rPr>
        <w:t>Projeto Substitutivo Aprovado</w:t>
      </w:r>
      <w:r>
        <w:rPr>
          <w:rFonts w:cs="Arial"/>
          <w:color w:val="000000"/>
        </w:rPr>
        <w:t>.</w:t>
      </w:r>
    </w:p>
    <w:p w14:paraId="6F2C42DB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FA7048C" w14:textId="77777777" w:rsidR="006536C1" w:rsidRDefault="006536C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A88CF76" w14:textId="2A30F2F5" w:rsidR="00FC0689" w:rsidRPr="00DA4325" w:rsidRDefault="00FC0689" w:rsidP="00FC0689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</w:t>
      </w:r>
      <w:r w:rsidRPr="00F967F8">
        <w:rPr>
          <w:rFonts w:cs="Arial"/>
          <w:b/>
          <w:color w:val="000000"/>
          <w:u w:val="single"/>
        </w:rPr>
        <w:t xml:space="preserve">única do </w:t>
      </w:r>
      <w:r w:rsidRPr="00FC0689">
        <w:rPr>
          <w:rFonts w:cs="Arial"/>
          <w:b/>
          <w:color w:val="000000"/>
          <w:u w:val="single"/>
        </w:rPr>
        <w:t>PLL nº 1</w:t>
      </w:r>
      <w:r w:rsidR="00025CF9">
        <w:rPr>
          <w:rFonts w:cs="Arial"/>
          <w:b/>
          <w:color w:val="000000"/>
          <w:u w:val="single"/>
        </w:rPr>
        <w:t>2</w:t>
      </w:r>
      <w:r w:rsidRPr="00FC0689">
        <w:rPr>
          <w:rFonts w:cs="Arial"/>
          <w:b/>
          <w:color w:val="000000"/>
          <w:u w:val="single"/>
        </w:rPr>
        <w:t>/2025 - Pr</w:t>
      </w:r>
      <w:bookmarkStart w:id="0" w:name="_GoBack"/>
      <w:bookmarkEnd w:id="0"/>
      <w:r w:rsidRPr="00FC0689">
        <w:rPr>
          <w:rFonts w:cs="Arial"/>
          <w:b/>
          <w:color w:val="000000"/>
          <w:u w:val="single"/>
        </w:rPr>
        <w:t>ojeto de Lei do Legislativo</w:t>
      </w:r>
    </w:p>
    <w:p w14:paraId="7D8BBF60" w14:textId="084ABCA7" w:rsidR="00FC0689" w:rsidRPr="00DA4325" w:rsidRDefault="00FC0689" w:rsidP="00FC0689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Pr="00FC0689">
        <w:rPr>
          <w:rFonts w:cs="Arial"/>
          <w:color w:val="000000"/>
        </w:rPr>
        <w:t>Vereador Hernani Barreto</w:t>
      </w:r>
      <w:r w:rsidRPr="00DA4325">
        <w:rPr>
          <w:rFonts w:cs="Arial"/>
          <w:color w:val="000000"/>
        </w:rPr>
        <w:t>.</w:t>
      </w:r>
    </w:p>
    <w:p w14:paraId="7539BA16" w14:textId="5902277F" w:rsidR="00FC0689" w:rsidRPr="00DA4325" w:rsidRDefault="00FC0689" w:rsidP="00FC0689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025CF9" w:rsidRPr="00025CF9">
        <w:rPr>
          <w:rFonts w:cs="Arial"/>
          <w:color w:val="000000"/>
        </w:rPr>
        <w:t>Dispõe sobre a habitação de animais domésticos em condomínios</w:t>
      </w:r>
      <w:r w:rsidRPr="00DA4325">
        <w:rPr>
          <w:rFonts w:cs="Arial"/>
          <w:color w:val="000000"/>
        </w:rPr>
        <w:t>.</w:t>
      </w:r>
    </w:p>
    <w:p w14:paraId="42A4D3B4" w14:textId="35CE51D0" w:rsidR="00FC0689" w:rsidRPr="00DA4325" w:rsidRDefault="00FC0689" w:rsidP="00FC068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025CF9">
        <w:rPr>
          <w:rFonts w:cs="Arial"/>
          <w:color w:val="000000"/>
        </w:rPr>
        <w:t>Retirado da Ordem do Dia, a pedido do autor</w:t>
      </w:r>
      <w:r>
        <w:rPr>
          <w:rFonts w:cs="Arial"/>
          <w:color w:val="000000"/>
        </w:rPr>
        <w:t>.</w:t>
      </w:r>
    </w:p>
    <w:p w14:paraId="02888DCB" w14:textId="77777777" w:rsidR="007033B7" w:rsidRDefault="007033B7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64E07AA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24404C2" w14:textId="0E765E45" w:rsidR="00FC0689" w:rsidRDefault="001C2AD6" w:rsidP="00FC0689">
      <w:pPr>
        <w:numPr>
          <w:ilvl w:val="0"/>
          <w:numId w:val="22"/>
        </w:numPr>
        <w:tabs>
          <w:tab w:val="left" w:pos="426"/>
        </w:tabs>
        <w:spacing w:before="120" w:line="264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Votação Secreta</w:t>
      </w:r>
      <w:r w:rsidRPr="00E51A43">
        <w:rPr>
          <w:rFonts w:cs="Arial"/>
          <w:b/>
          <w:color w:val="000000"/>
          <w:u w:val="single"/>
        </w:rPr>
        <w:t xml:space="preserve"> do P</w:t>
      </w:r>
      <w:r>
        <w:rPr>
          <w:rFonts w:cs="Arial"/>
          <w:b/>
          <w:color w:val="000000"/>
          <w:u w:val="single"/>
        </w:rPr>
        <w:t>D</w:t>
      </w:r>
      <w:r w:rsidRPr="00E51A43">
        <w:rPr>
          <w:rFonts w:cs="Arial"/>
          <w:b/>
          <w:color w:val="000000"/>
          <w:u w:val="single"/>
        </w:rPr>
        <w:t xml:space="preserve">L nº </w:t>
      </w:r>
      <w:r>
        <w:rPr>
          <w:rFonts w:cs="Arial"/>
          <w:b/>
          <w:color w:val="000000"/>
          <w:u w:val="single"/>
        </w:rPr>
        <w:t>8</w:t>
      </w:r>
      <w:r w:rsidRPr="00E51A43">
        <w:rPr>
          <w:rFonts w:cs="Arial"/>
          <w:b/>
          <w:color w:val="000000"/>
          <w:u w:val="single"/>
        </w:rPr>
        <w:t xml:space="preserve">/2025 - Projeto de </w:t>
      </w:r>
      <w:r>
        <w:rPr>
          <w:rFonts w:cs="Arial"/>
          <w:b/>
          <w:color w:val="000000"/>
          <w:u w:val="single"/>
        </w:rPr>
        <w:t xml:space="preserve">Decreto </w:t>
      </w:r>
      <w:r w:rsidRPr="00E51A43">
        <w:rPr>
          <w:rFonts w:cs="Arial"/>
          <w:b/>
          <w:color w:val="000000"/>
          <w:u w:val="single"/>
        </w:rPr>
        <w:t>Legislativo</w:t>
      </w:r>
    </w:p>
    <w:p w14:paraId="36776F4D" w14:textId="0D73EDB3" w:rsidR="00FC0689" w:rsidRDefault="00FC0689" w:rsidP="00FC068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Autoria</w:t>
      </w:r>
      <w:r>
        <w:rPr>
          <w:rFonts w:cs="Arial"/>
          <w:color w:val="000000"/>
        </w:rPr>
        <w:t xml:space="preserve">: </w:t>
      </w:r>
      <w:r w:rsidR="001C2AD6" w:rsidRPr="001C2AD6">
        <w:rPr>
          <w:rFonts w:cs="Arial"/>
          <w:color w:val="000000"/>
        </w:rPr>
        <w:t>Vereador Daniel Mariano</w:t>
      </w:r>
      <w:r>
        <w:rPr>
          <w:rFonts w:cs="Arial"/>
          <w:color w:val="000000"/>
        </w:rPr>
        <w:t>.</w:t>
      </w:r>
    </w:p>
    <w:p w14:paraId="1EF5BB4F" w14:textId="28BDE1AE" w:rsidR="00FC0689" w:rsidRDefault="00FC0689" w:rsidP="00FC0689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  <w:u w:val="single"/>
        </w:rPr>
        <w:t>Assunto</w:t>
      </w:r>
      <w:r>
        <w:rPr>
          <w:rFonts w:cs="Arial"/>
          <w:color w:val="000000"/>
        </w:rPr>
        <w:t xml:space="preserve">: </w:t>
      </w:r>
      <w:r w:rsidR="00081A58" w:rsidRPr="00081A58">
        <w:rPr>
          <w:rFonts w:cs="Arial"/>
          <w:color w:val="000000"/>
        </w:rPr>
        <w:t>Concede o Título de Cidadã Jacareiense à Senhora Letícia de Abreu Rodrigues.</w:t>
      </w:r>
    </w:p>
    <w:p w14:paraId="720FB60E" w14:textId="6AEBDFBB" w:rsidR="006536C1" w:rsidRPr="00DA4325" w:rsidRDefault="006536C1" w:rsidP="006536C1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F152F7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7B86F0E9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2A9D258" w14:textId="77777777" w:rsidR="000F1845" w:rsidRDefault="000F1845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93047E8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C434F58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D47C86B" w14:textId="77777777" w:rsidR="00FC0689" w:rsidRDefault="00FC0689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39BACDB" w14:textId="77777777" w:rsidR="006E3E9B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242BE5C9" w14:textId="77777777" w:rsidR="00FC0689" w:rsidRPr="003162A7" w:rsidRDefault="00FC0689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DA4325" w:rsidRDefault="00FA3610" w:rsidP="0016238A">
      <w:pPr>
        <w:jc w:val="right"/>
        <w:rPr>
          <w:rFonts w:cs="Arial"/>
          <w:b/>
        </w:rPr>
      </w:pPr>
      <w:r w:rsidRPr="00DA4325">
        <w:rPr>
          <w:rFonts w:cs="Arial"/>
          <w:b/>
        </w:rPr>
        <w:t>Felipe Santos de Lima</w:t>
      </w:r>
    </w:p>
    <w:p w14:paraId="4D54D9CD" w14:textId="3375B833" w:rsidR="00FA3610" w:rsidRPr="00DA4325" w:rsidRDefault="00FA3610" w:rsidP="0016238A">
      <w:pPr>
        <w:jc w:val="right"/>
        <w:rPr>
          <w:rFonts w:cs="Arial"/>
        </w:rPr>
      </w:pPr>
      <w:r w:rsidRPr="00DA4325">
        <w:rPr>
          <w:rFonts w:cs="Arial"/>
        </w:rPr>
        <w:t>Secretário-Diretor Legislativo</w:t>
      </w:r>
    </w:p>
    <w:sectPr w:rsidR="00FA3610" w:rsidRPr="00DA4325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3DDC2DD7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081A58">
      <w:rPr>
        <w:rFonts w:cs="Arial"/>
        <w:b/>
        <w:sz w:val="20"/>
        <w:szCs w:val="20"/>
        <w:u w:val="single"/>
      </w:rPr>
      <w:t>36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081A58">
      <w:rPr>
        <w:rFonts w:cs="Arial"/>
        <w:b/>
        <w:sz w:val="20"/>
        <w:szCs w:val="20"/>
        <w:u w:val="single"/>
      </w:rPr>
      <w:t>12</w:t>
    </w:r>
    <w:r w:rsidR="000C342E">
      <w:rPr>
        <w:rFonts w:cs="Arial"/>
        <w:b/>
        <w:sz w:val="20"/>
        <w:szCs w:val="20"/>
        <w:u w:val="single"/>
      </w:rPr>
      <w:t>/</w:t>
    </w:r>
    <w:r w:rsidR="007A662A">
      <w:rPr>
        <w:rFonts w:cs="Arial"/>
        <w:b/>
        <w:sz w:val="20"/>
        <w:szCs w:val="20"/>
        <w:u w:val="single"/>
      </w:rPr>
      <w:t>11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76384E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76384E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25CF9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1A58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45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5E8"/>
    <w:rsid w:val="001C2795"/>
    <w:rsid w:val="001C2AD6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6F64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56627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19D8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0E1E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3AE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36C1"/>
    <w:rsid w:val="006554FC"/>
    <w:rsid w:val="0065589E"/>
    <w:rsid w:val="00660BA7"/>
    <w:rsid w:val="00662A98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33B7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455E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384E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62A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282A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6AC3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BE7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2E4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75904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867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94C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67BC2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1B97"/>
    <w:rsid w:val="00DA3558"/>
    <w:rsid w:val="00DA4036"/>
    <w:rsid w:val="00DA4325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E6AD0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894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319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4891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152F7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44D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385D"/>
    <w:rsid w:val="00FB7503"/>
    <w:rsid w:val="00FB7A69"/>
    <w:rsid w:val="00FC068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49505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6C1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E9685-86BB-4F64-ADB5-29889E6B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159</TotalTime>
  <Pages>2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26</cp:revision>
  <cp:lastPrinted>2025-11-12T20:57:00Z</cp:lastPrinted>
  <dcterms:created xsi:type="dcterms:W3CDTF">2025-10-22T15:41:00Z</dcterms:created>
  <dcterms:modified xsi:type="dcterms:W3CDTF">2025-11-12T20:57:00Z</dcterms:modified>
</cp:coreProperties>
</file>